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904406" w14:textId="77777777" w:rsidR="004D36D7" w:rsidRPr="00FD4A68" w:rsidRDefault="004341C4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5957D4452F044EDEAD595DAF831F729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F6439B" w:rsidRPr="00F6439B">
            <w:t>Lab - Encrypting and Decrypting Data Using OpenSSL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14:paraId="328E74EB" w14:textId="77777777" w:rsidR="00D778DF" w:rsidRPr="009A1CF4" w:rsidRDefault="00D778DF" w:rsidP="00D778DF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 xml:space="preserve">font color </w:t>
      </w:r>
      <w:r w:rsidR="006F1616">
        <w:t>or g</w:t>
      </w:r>
      <w:r w:rsidRPr="009A1CF4">
        <w:t>ray highlights indicate text that appears in the instructor copy only.</w:t>
      </w:r>
    </w:p>
    <w:p w14:paraId="1E2833F0" w14:textId="77777777" w:rsidR="00D778DF" w:rsidRPr="00E70096" w:rsidRDefault="00D778DF" w:rsidP="00D452F4">
      <w:pPr>
        <w:pStyle w:val="Heading1"/>
      </w:pPr>
      <w:r w:rsidRPr="00E70096">
        <w:t>Objectives</w:t>
      </w:r>
    </w:p>
    <w:p w14:paraId="075D4C7E" w14:textId="77777777" w:rsidR="00E84AC8" w:rsidRPr="006E1756" w:rsidRDefault="00E84AC8" w:rsidP="00E84AC8">
      <w:pPr>
        <w:pStyle w:val="BodyTextL25Bold"/>
      </w:pPr>
      <w:r w:rsidRPr="006E1756">
        <w:t>Part 1: Encrypting Messages with OpenSSL</w:t>
      </w:r>
    </w:p>
    <w:p w14:paraId="214C2A22" w14:textId="77777777" w:rsidR="00E84AC8" w:rsidRPr="0047026E" w:rsidRDefault="00E84AC8" w:rsidP="00E84AC8">
      <w:pPr>
        <w:pStyle w:val="BodyTextL25Bold"/>
      </w:pPr>
      <w:r w:rsidRPr="006E1756">
        <w:t>Part 2: Decrypting Messages with OpenSSL</w:t>
      </w:r>
    </w:p>
    <w:p w14:paraId="01F92236" w14:textId="77777777" w:rsidR="00D778DF" w:rsidRDefault="00D778DF" w:rsidP="00D452F4">
      <w:pPr>
        <w:pStyle w:val="Heading1"/>
      </w:pPr>
      <w:r w:rsidRPr="00E70096">
        <w:t>Background / Scenario</w:t>
      </w:r>
    </w:p>
    <w:p w14:paraId="4DA22C83" w14:textId="77777777" w:rsidR="00E84AC8" w:rsidRDefault="00E84AC8" w:rsidP="00E84AC8">
      <w:pPr>
        <w:pStyle w:val="BodyTextL25"/>
      </w:pPr>
      <w:r w:rsidRPr="00A05B7A">
        <w:t xml:space="preserve">OpenSSL is an open source project that provides a robust, commercial-grade, and full-featured toolkit for the Transport Layer Security (TLS) and Secure Sockets Layer (SSL) protocols. It is also a general-purpose cryptography library. </w:t>
      </w:r>
      <w:r>
        <w:t>In this lab, you will use OpenSSL to encrypt and decrypt text messages.</w:t>
      </w:r>
    </w:p>
    <w:p w14:paraId="61926E97" w14:textId="77777777" w:rsidR="00E84AC8" w:rsidRPr="00A5627C" w:rsidRDefault="00E84AC8" w:rsidP="00E84AC8">
      <w:pPr>
        <w:pStyle w:val="BodyTextL25"/>
      </w:pPr>
      <w:r w:rsidRPr="00A5627C">
        <w:rPr>
          <w:b/>
        </w:rPr>
        <w:t>Note</w:t>
      </w:r>
      <w:r w:rsidRPr="0029101F">
        <w:t>:</w:t>
      </w:r>
      <w:r w:rsidRPr="00F36E3B">
        <w:t xml:space="preserve"> </w:t>
      </w:r>
      <w:r w:rsidRPr="00A5627C">
        <w:t>While OpenSSL is the de facto cryptography library today, the use presented in this lab is NOT recommended for robust protection. Below are two security problems with this lab:</w:t>
      </w:r>
    </w:p>
    <w:p w14:paraId="49A96EE5" w14:textId="77777777" w:rsidR="00E84AC8" w:rsidRPr="00A5627C" w:rsidRDefault="00E84AC8" w:rsidP="00E84AC8">
      <w:pPr>
        <w:pStyle w:val="SubStepNum"/>
      </w:pPr>
      <w:r w:rsidRPr="00A5627C">
        <w:t>The method described in this lab uses a weak key derivation function. The ONLY security is introduced by a very strong password.</w:t>
      </w:r>
    </w:p>
    <w:p w14:paraId="04103172" w14:textId="77777777" w:rsidR="00E84AC8" w:rsidRPr="00A5627C" w:rsidRDefault="00E84AC8" w:rsidP="00E84AC8">
      <w:pPr>
        <w:pStyle w:val="SubStepNum"/>
      </w:pPr>
      <w:r w:rsidRPr="00A5627C">
        <w:t>The method described in this lab does</w:t>
      </w:r>
      <w:r>
        <w:t xml:space="preserve"> </w:t>
      </w:r>
      <w:r w:rsidRPr="00A5627C">
        <w:t>n</w:t>
      </w:r>
      <w:r>
        <w:t>o</w:t>
      </w:r>
      <w:r w:rsidRPr="00A5627C">
        <w:t>t guarantee the integrity of the text file.</w:t>
      </w:r>
    </w:p>
    <w:p w14:paraId="7C458541" w14:textId="77777777" w:rsidR="00E84AC8" w:rsidRDefault="00E84AC8" w:rsidP="00E84AC8">
      <w:pPr>
        <w:pStyle w:val="BodyTextL25"/>
      </w:pPr>
      <w:r w:rsidRPr="00A5627C">
        <w:t xml:space="preserve">This lab should be </w:t>
      </w:r>
      <w:r>
        <w:t>used for</w:t>
      </w:r>
      <w:r w:rsidRPr="00A5627C">
        <w:t xml:space="preserve"> </w:t>
      </w:r>
      <w:r>
        <w:t>instructional</w:t>
      </w:r>
      <w:r w:rsidRPr="00A5627C">
        <w:t xml:space="preserve"> purposes only</w:t>
      </w:r>
      <w:r>
        <w:t>. The</w:t>
      </w:r>
      <w:r w:rsidRPr="00A5627C">
        <w:t xml:space="preserve"> methods presented here should NOT be used to </w:t>
      </w:r>
      <w:r w:rsidRPr="003A3C88">
        <w:t>secure</w:t>
      </w:r>
      <w:r w:rsidRPr="00A5627C">
        <w:t xml:space="preserve"> truly sensitive data.</w:t>
      </w:r>
    </w:p>
    <w:p w14:paraId="1215FA37" w14:textId="77777777" w:rsidR="00D778DF" w:rsidRPr="00E70096" w:rsidRDefault="00D778DF" w:rsidP="00D452F4">
      <w:pPr>
        <w:pStyle w:val="Heading1"/>
      </w:pPr>
      <w:r w:rsidRPr="00E70096">
        <w:t>Required Resources</w:t>
      </w:r>
    </w:p>
    <w:p w14:paraId="7D77BB13" w14:textId="7F61E54B" w:rsidR="00E84AC8" w:rsidRDefault="00E84AC8" w:rsidP="00E84AC8">
      <w:pPr>
        <w:pStyle w:val="Bulletlevel1"/>
        <w:spacing w:before="60" w:after="60" w:line="276" w:lineRule="auto"/>
        <w:rPr>
          <w:noProof/>
        </w:rPr>
      </w:pPr>
      <w:r>
        <w:rPr>
          <w:noProof/>
        </w:rPr>
        <w:t xml:space="preserve">CyberOps Workstation </w:t>
      </w:r>
      <w:r w:rsidR="009D0D46">
        <w:rPr>
          <w:noProof/>
        </w:rPr>
        <w:t>v</w:t>
      </w:r>
      <w:r>
        <w:rPr>
          <w:noProof/>
        </w:rPr>
        <w:t xml:space="preserve">irtual </w:t>
      </w:r>
      <w:r w:rsidR="009D0D46">
        <w:rPr>
          <w:noProof/>
        </w:rPr>
        <w:t>m</w:t>
      </w:r>
      <w:r>
        <w:rPr>
          <w:noProof/>
        </w:rPr>
        <w:t>achine</w:t>
      </w:r>
    </w:p>
    <w:p w14:paraId="582DEA7A" w14:textId="77777777" w:rsidR="00125806" w:rsidRDefault="00125806" w:rsidP="00D452F4">
      <w:pPr>
        <w:pStyle w:val="Heading1"/>
      </w:pPr>
      <w:r>
        <w:t>Instructions</w:t>
      </w:r>
    </w:p>
    <w:p w14:paraId="7AFB11D0" w14:textId="77777777" w:rsidR="00E84AC8" w:rsidRPr="00164274" w:rsidRDefault="00E84AC8" w:rsidP="00E84AC8">
      <w:pPr>
        <w:pStyle w:val="Heading2"/>
        <w:numPr>
          <w:ilvl w:val="0"/>
          <w:numId w:val="13"/>
        </w:numPr>
      </w:pPr>
      <w:r w:rsidRPr="003A3C88">
        <w:t>Encrypting</w:t>
      </w:r>
      <w:r>
        <w:t xml:space="preserve"> Messages with OpenSSL</w:t>
      </w:r>
    </w:p>
    <w:p w14:paraId="0CE74C7B" w14:textId="77777777" w:rsidR="00E84AC8" w:rsidRDefault="00E84AC8" w:rsidP="000501B1">
      <w:pPr>
        <w:pStyle w:val="BodyTextL25"/>
      </w:pPr>
      <w:r>
        <w:t>OpenSSL can be used as a standalone tool for encryption. While many encryption algorithms can be used, this lab focuses on AES. To use AES to encrypt a text file directly from the command line using OpenSSL, follow the steps below:</w:t>
      </w:r>
    </w:p>
    <w:p w14:paraId="206DBE29" w14:textId="77777777" w:rsidR="00E84AC8" w:rsidRPr="00D74394" w:rsidRDefault="00E84AC8" w:rsidP="00E84AC8">
      <w:pPr>
        <w:pStyle w:val="Heading3"/>
      </w:pPr>
      <w:r>
        <w:t>Encrypting a Text File</w:t>
      </w:r>
    </w:p>
    <w:p w14:paraId="2D24FC91" w14:textId="77777777" w:rsidR="00E84AC8" w:rsidRDefault="00E84AC8" w:rsidP="00E84AC8">
      <w:pPr>
        <w:pStyle w:val="SubStepAlpha"/>
      </w:pPr>
      <w:r>
        <w:t>Log into CyberOPS Workstation VM.</w:t>
      </w:r>
    </w:p>
    <w:p w14:paraId="7EFA2010" w14:textId="77777777" w:rsidR="00E84AC8" w:rsidRPr="0029101F" w:rsidRDefault="00E84AC8" w:rsidP="00E84AC8">
      <w:pPr>
        <w:pStyle w:val="SubStepAlpha"/>
      </w:pPr>
      <w:r>
        <w:t>Open a terminal window.</w:t>
      </w:r>
    </w:p>
    <w:p w14:paraId="5CACFA66" w14:textId="77777777" w:rsidR="00E84AC8" w:rsidRPr="0029101F" w:rsidRDefault="00E84AC8" w:rsidP="00E84AC8">
      <w:pPr>
        <w:pStyle w:val="SubStepAlpha"/>
      </w:pPr>
      <w:r>
        <w:t>Because the text file to be encrypted is in the /home/analyst/lab.support.files/ directory, change to that directory:</w:t>
      </w:r>
    </w:p>
    <w:p w14:paraId="730F0D2B" w14:textId="77777777" w:rsidR="00E84AC8" w:rsidRPr="00F36E3B" w:rsidRDefault="00E84AC8" w:rsidP="00E84AC8">
      <w:pPr>
        <w:pStyle w:val="CMD"/>
      </w:pPr>
      <w:r w:rsidRPr="00F36E3B">
        <w:t xml:space="preserve">[analyst@secOps ~]$ </w:t>
      </w:r>
      <w:r w:rsidRPr="00F36E3B">
        <w:rPr>
          <w:b/>
        </w:rPr>
        <w:t xml:space="preserve">cd </w:t>
      </w:r>
      <w:r>
        <w:rPr>
          <w:b/>
        </w:rPr>
        <w:t>.</w:t>
      </w:r>
      <w:r w:rsidRPr="00F36E3B">
        <w:rPr>
          <w:b/>
        </w:rPr>
        <w:t>/lab.support.files/</w:t>
      </w:r>
    </w:p>
    <w:p w14:paraId="23791CF7" w14:textId="77777777" w:rsidR="00E84AC8" w:rsidRPr="00F36E3B" w:rsidRDefault="00E84AC8" w:rsidP="00E84AC8">
      <w:pPr>
        <w:pStyle w:val="CMD"/>
      </w:pPr>
      <w:r w:rsidRPr="00F36E3B">
        <w:t>[analyst@secOps lab.support.files]$</w:t>
      </w:r>
    </w:p>
    <w:p w14:paraId="7858EA65" w14:textId="77777777" w:rsidR="00E84AC8" w:rsidRPr="0029101F" w:rsidRDefault="00E84AC8" w:rsidP="00E84AC8">
      <w:pPr>
        <w:pStyle w:val="SubStepAlpha"/>
      </w:pPr>
      <w:r>
        <w:t xml:space="preserve">Type the command below to list the contents of the encrypted </w:t>
      </w:r>
      <w:r w:rsidRPr="00D74394">
        <w:rPr>
          <w:b/>
        </w:rPr>
        <w:t>letter_to_gra</w:t>
      </w:r>
      <w:r>
        <w:rPr>
          <w:b/>
        </w:rPr>
        <w:t>n</w:t>
      </w:r>
      <w:r w:rsidRPr="00D74394">
        <w:rPr>
          <w:b/>
        </w:rPr>
        <w:t>dma.txt</w:t>
      </w:r>
      <w:r>
        <w:rPr>
          <w:b/>
        </w:rPr>
        <w:t xml:space="preserve"> </w:t>
      </w:r>
      <w:r>
        <w:t>text file on the screen:</w:t>
      </w:r>
    </w:p>
    <w:p w14:paraId="06252D84" w14:textId="77777777" w:rsidR="00E84AC8" w:rsidRPr="00D74394" w:rsidRDefault="00E84AC8" w:rsidP="00E84AC8">
      <w:pPr>
        <w:pStyle w:val="CMD"/>
      </w:pPr>
      <w:r w:rsidRPr="00D74394">
        <w:t>[</w:t>
      </w:r>
      <w:r w:rsidRPr="00FB5BA8">
        <w:t xml:space="preserve">analyst@secOps </w:t>
      </w:r>
      <w:r>
        <w:t>lab.support.files</w:t>
      </w:r>
      <w:r w:rsidRPr="00D74394">
        <w:t xml:space="preserve">]$ </w:t>
      </w:r>
      <w:r w:rsidRPr="00F36E3B">
        <w:rPr>
          <w:b/>
        </w:rPr>
        <w:t>cat letter_to_grandma.txt</w:t>
      </w:r>
      <w:r w:rsidRPr="00D74394">
        <w:t xml:space="preserve"> </w:t>
      </w:r>
    </w:p>
    <w:p w14:paraId="5B4FC824" w14:textId="77777777" w:rsidR="00E84AC8" w:rsidRPr="00F36E3B" w:rsidRDefault="00E84AC8" w:rsidP="00E84AC8">
      <w:pPr>
        <w:pStyle w:val="CMD"/>
      </w:pPr>
      <w:r w:rsidRPr="00F36E3B">
        <w:t>Hi Grandma,</w:t>
      </w:r>
    </w:p>
    <w:p w14:paraId="1EBDE6D8" w14:textId="77777777" w:rsidR="00E84AC8" w:rsidRPr="00F36E3B" w:rsidRDefault="00E84AC8" w:rsidP="00E84AC8">
      <w:pPr>
        <w:pStyle w:val="CMD"/>
      </w:pPr>
      <w:r w:rsidRPr="00F36E3B">
        <w:lastRenderedPageBreak/>
        <w:t>I am writing this letter to thank you for the chocolate chip cookies you sent me. I got them this morning and I have already eaten half of the box! They are absolutely delicious!</w:t>
      </w:r>
    </w:p>
    <w:p w14:paraId="764DB72B" w14:textId="77777777" w:rsidR="00E84AC8" w:rsidRPr="00F36E3B" w:rsidRDefault="00E84AC8" w:rsidP="00E84AC8">
      <w:pPr>
        <w:pStyle w:val="CMD"/>
      </w:pPr>
    </w:p>
    <w:p w14:paraId="1E78F07F" w14:textId="77777777" w:rsidR="00E84AC8" w:rsidRPr="00F36E3B" w:rsidRDefault="00E84AC8" w:rsidP="00E84AC8">
      <w:pPr>
        <w:pStyle w:val="CMD"/>
      </w:pPr>
      <w:r w:rsidRPr="00F36E3B">
        <w:t>I wish you all the best. Love,</w:t>
      </w:r>
    </w:p>
    <w:p w14:paraId="20AF05FD" w14:textId="77777777" w:rsidR="00E84AC8" w:rsidRPr="00F36E3B" w:rsidRDefault="00E84AC8" w:rsidP="00E84AC8">
      <w:pPr>
        <w:pStyle w:val="CMD"/>
      </w:pPr>
      <w:r w:rsidRPr="00F36E3B">
        <w:t>Your cookie-eater grandchild.</w:t>
      </w:r>
    </w:p>
    <w:p w14:paraId="75858A2E" w14:textId="77777777" w:rsidR="00E84AC8" w:rsidRPr="00F36E3B" w:rsidRDefault="00E84AC8" w:rsidP="00E84AC8">
      <w:pPr>
        <w:pStyle w:val="CMD"/>
      </w:pPr>
      <w:r w:rsidRPr="00F36E3B">
        <w:t>[analyst@secOps lab.support.files]$</w:t>
      </w:r>
    </w:p>
    <w:p w14:paraId="1F130DA9" w14:textId="77777777" w:rsidR="00E84AC8" w:rsidRPr="0029101F" w:rsidRDefault="00E84AC8" w:rsidP="00E84AC8">
      <w:pPr>
        <w:pStyle w:val="SubStepAlpha"/>
      </w:pPr>
      <w:r>
        <w:t xml:space="preserve">From the same terminal window, issue the command below to encrypt the text file. The command will use AES-256 to encrypt the text file and save the encrypted version as </w:t>
      </w:r>
      <w:r w:rsidRPr="00FB5BA8">
        <w:rPr>
          <w:b/>
        </w:rPr>
        <w:t>message.enc</w:t>
      </w:r>
      <w:r w:rsidRPr="005F1AA8">
        <w:t xml:space="preserve">. </w:t>
      </w:r>
      <w:r w:rsidRPr="00FB5BA8">
        <w:t>OpenSSL</w:t>
      </w:r>
      <w:r>
        <w:t xml:space="preserve"> will ask for a password and for password confirmation. Provide the password as requested and be sure to remember the password.</w:t>
      </w:r>
    </w:p>
    <w:p w14:paraId="38FFC51E" w14:textId="77777777" w:rsidR="00E84AC8" w:rsidRDefault="00E84AC8" w:rsidP="00E84AC8">
      <w:pPr>
        <w:pStyle w:val="CMD"/>
        <w:rPr>
          <w:b/>
        </w:rPr>
      </w:pPr>
      <w:r w:rsidRPr="00F36E3B">
        <w:t xml:space="preserve">[analyst@secOps lab.support.files]$ </w:t>
      </w:r>
      <w:r w:rsidRPr="00F36E3B">
        <w:rPr>
          <w:b/>
        </w:rPr>
        <w:t>openssl aes-256-cbc -in letter_to_grandma.txt -out message.enc</w:t>
      </w:r>
    </w:p>
    <w:p w14:paraId="4739D6A1" w14:textId="77777777" w:rsidR="00E84AC8" w:rsidRDefault="00E84AC8" w:rsidP="00E84AC8">
      <w:pPr>
        <w:pStyle w:val="CMD"/>
      </w:pPr>
      <w:r>
        <w:t>enter aes-256-cbc encryption password:</w:t>
      </w:r>
    </w:p>
    <w:p w14:paraId="10EBCA50" w14:textId="77777777" w:rsidR="00E84AC8" w:rsidRDefault="00E84AC8" w:rsidP="00E84AC8">
      <w:pPr>
        <w:pStyle w:val="CMD"/>
      </w:pPr>
      <w:r>
        <w:t>Verifying - enter aes-256-cbc encryption password:</w:t>
      </w:r>
    </w:p>
    <w:p w14:paraId="6BA3484A" w14:textId="77777777" w:rsidR="00E84AC8" w:rsidRDefault="00E84AC8" w:rsidP="00E84AC8">
      <w:pPr>
        <w:pStyle w:val="BodyTextL50"/>
        <w:rPr>
          <w:rStyle w:val="CMDChar"/>
        </w:rPr>
      </w:pPr>
      <w:r w:rsidRPr="00815087">
        <w:rPr>
          <w:rStyle w:val="CMDChar"/>
        </w:rPr>
        <w:t>[analyst@secOps lab.support.files]$</w:t>
      </w:r>
    </w:p>
    <w:p w14:paraId="2F0D5310" w14:textId="1F71CBC7" w:rsidR="00E84AC8" w:rsidRDefault="00E84AC8" w:rsidP="00E84AC8">
      <w:pPr>
        <w:pStyle w:val="Heading4"/>
      </w:pPr>
      <w:r>
        <w:t>Question:</w:t>
      </w:r>
    </w:p>
    <w:p w14:paraId="40BD2126" w14:textId="07E6746E" w:rsidR="00E84AC8" w:rsidRDefault="00E84AC8" w:rsidP="00E84AC8">
      <w:pPr>
        <w:pStyle w:val="BodyTextL50"/>
        <w:spacing w:before="0"/>
      </w:pPr>
      <w:r>
        <w:t>Document the password.</w:t>
      </w:r>
    </w:p>
    <w:p w14:paraId="72192528" w14:textId="77777777" w:rsidR="00E84AC8" w:rsidRDefault="00E84AC8" w:rsidP="00E84AC8">
      <w:pPr>
        <w:pStyle w:val="AnswerLineL50"/>
        <w:spacing w:after="120"/>
      </w:pPr>
      <w:r>
        <w:t>Type your answers here.</w:t>
      </w:r>
    </w:p>
    <w:p w14:paraId="4790A5E8" w14:textId="77777777" w:rsidR="00E84AC8" w:rsidRDefault="00E84AC8" w:rsidP="00E84AC8">
      <w:pPr>
        <w:pStyle w:val="BodyTextL50"/>
      </w:pPr>
      <w:r>
        <w:rPr>
          <w:rStyle w:val="AnswerGray"/>
        </w:rPr>
        <w:t>Student choice of password</w:t>
      </w:r>
    </w:p>
    <w:p w14:paraId="1FEA0451" w14:textId="77777777" w:rsidR="00E84AC8" w:rsidRDefault="00E84AC8" w:rsidP="00E84AC8">
      <w:pPr>
        <w:pStyle w:val="SubStepAlpha"/>
      </w:pPr>
      <w:r>
        <w:t xml:space="preserve">When the process is finished, use the </w:t>
      </w:r>
      <w:r w:rsidRPr="00FB5BA8">
        <w:rPr>
          <w:b/>
        </w:rPr>
        <w:t>cat</w:t>
      </w:r>
      <w:r>
        <w:t xml:space="preserve"> command again to display the contents of the </w:t>
      </w:r>
      <w:r w:rsidRPr="00FB5BA8">
        <w:rPr>
          <w:b/>
        </w:rPr>
        <w:t>message.enc</w:t>
      </w:r>
      <w:r>
        <w:t xml:space="preserve"> file.</w:t>
      </w:r>
    </w:p>
    <w:p w14:paraId="6FB46D84" w14:textId="77777777" w:rsidR="00E84AC8" w:rsidRDefault="00E84AC8" w:rsidP="00E84AC8">
      <w:pPr>
        <w:pStyle w:val="CMD"/>
      </w:pPr>
      <w:r w:rsidRPr="00432823">
        <w:t>[analyst@secOps lab.support.files]$</w:t>
      </w:r>
      <w:r w:rsidRPr="00D74394">
        <w:t xml:space="preserve"> </w:t>
      </w:r>
      <w:r w:rsidRPr="00F36E3B">
        <w:rPr>
          <w:b/>
        </w:rPr>
        <w:t>cat message.enc</w:t>
      </w:r>
    </w:p>
    <w:p w14:paraId="729057E3" w14:textId="5A2E2D5E" w:rsidR="00E84AC8" w:rsidRDefault="00E84AC8" w:rsidP="00E84AC8">
      <w:pPr>
        <w:pStyle w:val="Heading4"/>
      </w:pPr>
      <w:r>
        <w:t>Question:</w:t>
      </w:r>
    </w:p>
    <w:p w14:paraId="77DA55D7" w14:textId="6589CD28" w:rsidR="00E84AC8" w:rsidRDefault="00E84AC8" w:rsidP="00E84AC8">
      <w:pPr>
        <w:pStyle w:val="BodyTextL50"/>
        <w:spacing w:before="0"/>
      </w:pPr>
      <w:r>
        <w:t xml:space="preserve">Did the contents of the </w:t>
      </w:r>
      <w:r>
        <w:rPr>
          <w:b/>
        </w:rPr>
        <w:t xml:space="preserve">message.enc </w:t>
      </w:r>
      <w:r>
        <w:t>file display correctly? What does it look like? Explain.</w:t>
      </w:r>
    </w:p>
    <w:p w14:paraId="58090C73" w14:textId="77777777" w:rsidR="00E84AC8" w:rsidRPr="00E84AC8" w:rsidRDefault="00E84AC8" w:rsidP="00E84AC8">
      <w:pPr>
        <w:pStyle w:val="AnswerLineL50"/>
      </w:pPr>
      <w:r w:rsidRPr="00E84AC8">
        <w:t>Type your answers here.</w:t>
      </w:r>
    </w:p>
    <w:p w14:paraId="4B4FF2A2" w14:textId="77777777" w:rsidR="00E84AC8" w:rsidRDefault="00E84AC8" w:rsidP="00E84AC8">
      <w:pPr>
        <w:pStyle w:val="BodyTextL50"/>
      </w:pPr>
      <w:r>
        <w:rPr>
          <w:rStyle w:val="AnswerGray"/>
        </w:rPr>
        <w:t>No. The file seems broken as just symbols are displayed. The symbols are shown because OpenSSL has generated a binary file</w:t>
      </w:r>
      <w:r w:rsidRPr="00DB6D2E">
        <w:rPr>
          <w:rStyle w:val="AnswerGray"/>
        </w:rPr>
        <w:t>.</w:t>
      </w:r>
    </w:p>
    <w:p w14:paraId="551C1987" w14:textId="77777777" w:rsidR="00E84AC8" w:rsidRDefault="00E84AC8" w:rsidP="00E84AC8">
      <w:pPr>
        <w:pStyle w:val="SubStepAlpha"/>
      </w:pPr>
      <w:r>
        <w:t xml:space="preserve">To make the file readable, run the OpenSSL command again, but this time add the </w:t>
      </w:r>
      <w:r>
        <w:rPr>
          <w:b/>
        </w:rPr>
        <w:t>-</w:t>
      </w:r>
      <w:r w:rsidRPr="00D70D66">
        <w:rPr>
          <w:b/>
        </w:rPr>
        <w:t>a</w:t>
      </w:r>
      <w:r>
        <w:t xml:space="preserve"> option. The </w:t>
      </w:r>
      <w:r w:rsidRPr="00D70D66">
        <w:rPr>
          <w:b/>
        </w:rPr>
        <w:t>-a</w:t>
      </w:r>
      <w:r>
        <w:t xml:space="preserve"> option tells OpenSSL to encode the encrypted message using a different encoding method of Base64 before storing the results in a file.</w:t>
      </w:r>
    </w:p>
    <w:p w14:paraId="320C205E" w14:textId="77777777" w:rsidR="00E84AC8" w:rsidRDefault="00E84AC8" w:rsidP="00E84AC8">
      <w:pPr>
        <w:pStyle w:val="SubStepAlpha"/>
        <w:numPr>
          <w:ilvl w:val="0"/>
          <w:numId w:val="0"/>
        </w:numPr>
        <w:ind w:left="720"/>
      </w:pPr>
      <w:r w:rsidRPr="00D70D66">
        <w:rPr>
          <w:b/>
        </w:rPr>
        <w:t>Note</w:t>
      </w:r>
      <w:r w:rsidRPr="0029101F">
        <w:t xml:space="preserve">: </w:t>
      </w:r>
      <w:r w:rsidRPr="00D70D66">
        <w:t xml:space="preserve">Base64 is a group of similar binary-to-text encoding schemes </w:t>
      </w:r>
      <w:r>
        <w:t xml:space="preserve">used to </w:t>
      </w:r>
      <w:r w:rsidRPr="00D70D66">
        <w:t>represent binary data in an ASCII string format.</w:t>
      </w:r>
    </w:p>
    <w:p w14:paraId="16428533" w14:textId="77777777" w:rsidR="00E84AC8" w:rsidRDefault="00E84AC8" w:rsidP="00E84AC8">
      <w:pPr>
        <w:pStyle w:val="CMD"/>
        <w:rPr>
          <w:b/>
        </w:rPr>
      </w:pPr>
      <w:r w:rsidRPr="00F36E3B">
        <w:t xml:space="preserve">[analyst@secOps lab.support.files]$ </w:t>
      </w:r>
      <w:r w:rsidRPr="00F36E3B">
        <w:rPr>
          <w:b/>
        </w:rPr>
        <w:t>openssl aes-256-cbc -a -in letter_to_grandma.txt -out message.enc</w:t>
      </w:r>
    </w:p>
    <w:p w14:paraId="10FCC135" w14:textId="77777777" w:rsidR="00E84AC8" w:rsidRDefault="00E84AC8" w:rsidP="00E84AC8">
      <w:pPr>
        <w:pStyle w:val="CMD"/>
      </w:pPr>
      <w:r>
        <w:t>enter aes-256-cbc encryption password:</w:t>
      </w:r>
    </w:p>
    <w:p w14:paraId="4B8CD343" w14:textId="77777777" w:rsidR="00E84AC8" w:rsidRPr="00F36E3B" w:rsidRDefault="00E84AC8" w:rsidP="00E84AC8">
      <w:pPr>
        <w:pStyle w:val="CMD"/>
      </w:pPr>
      <w:r>
        <w:t>Verifying - enter aes-256-cbc encryption password:</w:t>
      </w:r>
    </w:p>
    <w:p w14:paraId="74919657" w14:textId="77777777" w:rsidR="00E84AC8" w:rsidRDefault="00E84AC8" w:rsidP="00E84AC8">
      <w:pPr>
        <w:pStyle w:val="SubStepAlpha"/>
      </w:pPr>
      <w:r>
        <w:t xml:space="preserve">Once again, use the </w:t>
      </w:r>
      <w:r w:rsidRPr="004069AF">
        <w:rPr>
          <w:b/>
        </w:rPr>
        <w:t>cat</w:t>
      </w:r>
      <w:r>
        <w:t xml:space="preserve"> command to display the contents of the, now re-generated, </w:t>
      </w:r>
      <w:r w:rsidRPr="00D70D66">
        <w:rPr>
          <w:b/>
        </w:rPr>
        <w:t>message.enc</w:t>
      </w:r>
      <w:r>
        <w:t xml:space="preserve"> file:</w:t>
      </w:r>
    </w:p>
    <w:p w14:paraId="1041821E" w14:textId="77777777" w:rsidR="00E84AC8" w:rsidRDefault="00E84AC8" w:rsidP="00E84AC8">
      <w:pPr>
        <w:pStyle w:val="SubStepAlpha"/>
        <w:numPr>
          <w:ilvl w:val="0"/>
          <w:numId w:val="0"/>
        </w:numPr>
        <w:ind w:left="720"/>
      </w:pPr>
      <w:r w:rsidRPr="00D70D66">
        <w:rPr>
          <w:b/>
        </w:rPr>
        <w:t>Note</w:t>
      </w:r>
      <w:r w:rsidRPr="0029101F">
        <w:t>:</w:t>
      </w:r>
      <w:r w:rsidRPr="00A85D6F">
        <w:t xml:space="preserve"> </w:t>
      </w:r>
      <w:r>
        <w:t xml:space="preserve">The contents of </w:t>
      </w:r>
      <w:r w:rsidRPr="006D409F">
        <w:rPr>
          <w:b/>
        </w:rPr>
        <w:t>message.enc</w:t>
      </w:r>
      <w:r>
        <w:t xml:space="preserve"> will vary.</w:t>
      </w:r>
    </w:p>
    <w:p w14:paraId="3C296BC6" w14:textId="77777777" w:rsidR="00E84AC8" w:rsidRDefault="00E84AC8" w:rsidP="00E84AC8">
      <w:pPr>
        <w:pStyle w:val="CMD"/>
      </w:pPr>
      <w:r w:rsidRPr="00D70D66">
        <w:t xml:space="preserve">[analyst@secOps lab.support.files]$ </w:t>
      </w:r>
      <w:r w:rsidRPr="00F36E3B">
        <w:rPr>
          <w:b/>
        </w:rPr>
        <w:t>cat message.enc</w:t>
      </w:r>
    </w:p>
    <w:p w14:paraId="1C187195" w14:textId="77777777" w:rsidR="00E84AC8" w:rsidRDefault="00E84AC8" w:rsidP="00E84AC8">
      <w:pPr>
        <w:pStyle w:val="CMD"/>
      </w:pPr>
      <w:r>
        <w:t>U2FsdGVkX19ApWyrn8RD5zNp0RPCuMGZ98wDc26u/vmj1zyDXobGQhm/dDRZasG7</w:t>
      </w:r>
    </w:p>
    <w:p w14:paraId="70CA351F" w14:textId="77777777" w:rsidR="00E84AC8" w:rsidRDefault="00E84AC8" w:rsidP="00E84AC8">
      <w:pPr>
        <w:pStyle w:val="CMD"/>
      </w:pPr>
      <w:r>
        <w:t>rfnth5Q8NHValEw8vipKGM66dNFyyr9/hJUzCoqhFpRHgNn+Xs5+TOtz/QCPN1bi</w:t>
      </w:r>
    </w:p>
    <w:p w14:paraId="1864D7DB" w14:textId="77777777" w:rsidR="00E84AC8" w:rsidRDefault="00E84AC8" w:rsidP="00E84AC8">
      <w:pPr>
        <w:pStyle w:val="CMD"/>
      </w:pPr>
      <w:r>
        <w:t>08LGTSzOpfkg76XDCk8uPy1hl/+Ng92sM5rgMzLXfEXtaYe5UgwOD42U/U6q73pj</w:t>
      </w:r>
    </w:p>
    <w:p w14:paraId="6FB9AE1E" w14:textId="77777777" w:rsidR="00E84AC8" w:rsidRDefault="00E84AC8" w:rsidP="00E84AC8">
      <w:pPr>
        <w:pStyle w:val="CMD"/>
      </w:pPr>
      <w:r>
        <w:t>a1ksQrTWsv5mtN7y6mh02Wobo3A1ooHrM7niOwK1a3YKrSp+ZhYzVTrtksWDl6Ci</w:t>
      </w:r>
    </w:p>
    <w:p w14:paraId="4159B2A1" w14:textId="77777777" w:rsidR="00E84AC8" w:rsidRDefault="00E84AC8" w:rsidP="00E84AC8">
      <w:pPr>
        <w:pStyle w:val="CMD"/>
      </w:pPr>
      <w:r>
        <w:lastRenderedPageBreak/>
        <w:t>XMufkv+FOGn+SoEEuh7l4fk0LIPEfGsExVFB4TGdTiZQApRw74rTAZaE/dopaJn0</w:t>
      </w:r>
    </w:p>
    <w:p w14:paraId="29269C89" w14:textId="77777777" w:rsidR="00E84AC8" w:rsidRDefault="00E84AC8" w:rsidP="00E84AC8">
      <w:pPr>
        <w:pStyle w:val="CMD"/>
      </w:pPr>
      <w:r>
        <w:t>sJmR3+3C+dmgzZIKEHWsJ2pgLvj2Sme79J/XxwQVNpw=</w:t>
      </w:r>
    </w:p>
    <w:p w14:paraId="495009A3" w14:textId="77777777" w:rsidR="00E84AC8" w:rsidRDefault="00E84AC8" w:rsidP="00E84AC8">
      <w:pPr>
        <w:pStyle w:val="CMD"/>
      </w:pPr>
      <w:r w:rsidRPr="00D70D66">
        <w:t>[analyst@secOps lab.support.files]$</w:t>
      </w:r>
    </w:p>
    <w:p w14:paraId="0D5ED212" w14:textId="09ADAFB8" w:rsidR="00E84AC8" w:rsidRDefault="00E84AC8" w:rsidP="00E84AC8">
      <w:pPr>
        <w:pStyle w:val="Heading4"/>
      </w:pPr>
      <w:r>
        <w:t>Questions:</w:t>
      </w:r>
    </w:p>
    <w:p w14:paraId="1E8E9233" w14:textId="10EA7388" w:rsidR="00E84AC8" w:rsidRDefault="00E84AC8" w:rsidP="00E84AC8">
      <w:pPr>
        <w:pStyle w:val="BodyTextL50"/>
        <w:keepNext/>
        <w:spacing w:before="0"/>
      </w:pPr>
      <w:r>
        <w:t xml:space="preserve">Is </w:t>
      </w:r>
      <w:r>
        <w:rPr>
          <w:b/>
        </w:rPr>
        <w:t xml:space="preserve">message.enc </w:t>
      </w:r>
      <w:r>
        <w:t>displayed correctly now? Explain.</w:t>
      </w:r>
    </w:p>
    <w:p w14:paraId="33931E01" w14:textId="77777777" w:rsidR="00E84AC8" w:rsidRDefault="00E84AC8" w:rsidP="00E84AC8">
      <w:pPr>
        <w:pStyle w:val="AnswerLineL50"/>
      </w:pPr>
      <w:r>
        <w:t>Type your answers here.</w:t>
      </w:r>
    </w:p>
    <w:p w14:paraId="725C987F" w14:textId="77777777" w:rsidR="00E84AC8" w:rsidRDefault="00E84AC8" w:rsidP="00E84AC8">
      <w:pPr>
        <w:pStyle w:val="BodyTextL50"/>
      </w:pPr>
      <w:r>
        <w:rPr>
          <w:rStyle w:val="AnswerGray"/>
        </w:rPr>
        <w:t>Yes. While message.enc is encrypted, it is now correctly displayed because it has been converted from binary to text and encoded with Base64</w:t>
      </w:r>
      <w:r w:rsidRPr="00DB6D2E">
        <w:rPr>
          <w:rStyle w:val="AnswerGray"/>
        </w:rPr>
        <w:t>.</w:t>
      </w:r>
    </w:p>
    <w:p w14:paraId="65534462" w14:textId="77777777" w:rsidR="00E84AC8" w:rsidRDefault="00E84AC8" w:rsidP="00E84AC8">
      <w:pPr>
        <w:pStyle w:val="BodyTextL50"/>
      </w:pPr>
      <w:r>
        <w:t xml:space="preserve">Can you think of a benefit of having </w:t>
      </w:r>
      <w:r w:rsidRPr="006D409F">
        <w:rPr>
          <w:b/>
        </w:rPr>
        <w:t>message.enc</w:t>
      </w:r>
      <w:r>
        <w:t xml:space="preserve"> Base64-encoded?</w:t>
      </w:r>
    </w:p>
    <w:p w14:paraId="21EA7D64" w14:textId="77777777" w:rsidR="00E84AC8" w:rsidRDefault="00E84AC8" w:rsidP="00E84AC8">
      <w:pPr>
        <w:pStyle w:val="AnswerLineL50"/>
      </w:pPr>
      <w:r>
        <w:t>Type your answers here.</w:t>
      </w:r>
    </w:p>
    <w:p w14:paraId="1725CA24" w14:textId="77777777" w:rsidR="00E84AC8" w:rsidRPr="00D70D66" w:rsidRDefault="00E84AC8" w:rsidP="00E84AC8">
      <w:pPr>
        <w:pStyle w:val="BodyTextL50"/>
      </w:pPr>
      <w:r>
        <w:rPr>
          <w:rStyle w:val="AnswerGray"/>
        </w:rPr>
        <w:t>The encrypted message can now be copied and pasted in an email message, for example.</w:t>
      </w:r>
    </w:p>
    <w:p w14:paraId="1FC894DB" w14:textId="77777777" w:rsidR="00E84AC8" w:rsidRPr="00164274" w:rsidRDefault="00E84AC8" w:rsidP="00E84AC8">
      <w:pPr>
        <w:pStyle w:val="Heading2"/>
      </w:pPr>
      <w:r w:rsidRPr="006E1756">
        <w:t>Decrypting Messages with OpenSSL</w:t>
      </w:r>
    </w:p>
    <w:p w14:paraId="6D035DDD" w14:textId="77777777" w:rsidR="00E84AC8" w:rsidRDefault="00E84AC8" w:rsidP="00E84AC8">
      <w:pPr>
        <w:pStyle w:val="BodyTextL25"/>
      </w:pPr>
      <w:r>
        <w:t xml:space="preserve">With a similar OpenSSL command, it is possible to decrypt </w:t>
      </w:r>
      <w:r w:rsidRPr="006D409F">
        <w:rPr>
          <w:b/>
        </w:rPr>
        <w:t>message.enc</w:t>
      </w:r>
      <w:r>
        <w:t>.</w:t>
      </w:r>
    </w:p>
    <w:p w14:paraId="3534CBFD" w14:textId="77777777" w:rsidR="00E84AC8" w:rsidRDefault="00E84AC8" w:rsidP="00E84AC8">
      <w:pPr>
        <w:pStyle w:val="SubStepAlpha"/>
      </w:pPr>
      <w:r>
        <w:t>Use the command below to decrypt message.enc:</w:t>
      </w:r>
    </w:p>
    <w:p w14:paraId="4582878B" w14:textId="77777777" w:rsidR="00E84AC8" w:rsidRPr="00F36E3B" w:rsidRDefault="00E84AC8" w:rsidP="00E84AC8">
      <w:pPr>
        <w:pStyle w:val="CMD"/>
      </w:pPr>
      <w:r w:rsidRPr="00F36E3B">
        <w:t xml:space="preserve">[analyst@secOps lab.support.files]$ </w:t>
      </w:r>
      <w:r w:rsidRPr="00F36E3B">
        <w:rPr>
          <w:b/>
        </w:rPr>
        <w:t>openssl aes-256-cbc –a -d -in message.enc -out decrypted_letter.txt</w:t>
      </w:r>
    </w:p>
    <w:p w14:paraId="3B96C925" w14:textId="77777777" w:rsidR="00E84AC8" w:rsidRDefault="00E84AC8" w:rsidP="00E84AC8">
      <w:pPr>
        <w:pStyle w:val="SubStepAlpha"/>
      </w:pPr>
      <w:r>
        <w:t>OpenSSL will ask for the password used to encrypt the file. Enter the same password again.</w:t>
      </w:r>
    </w:p>
    <w:p w14:paraId="22AF6EA1" w14:textId="77777777" w:rsidR="00E84AC8" w:rsidRDefault="00E84AC8" w:rsidP="00E84AC8">
      <w:pPr>
        <w:pStyle w:val="SubStepAlpha"/>
      </w:pPr>
      <w:r>
        <w:t xml:space="preserve">When OpenSSL finishes decrypting the </w:t>
      </w:r>
      <w:r w:rsidRPr="006D409F">
        <w:rPr>
          <w:b/>
        </w:rPr>
        <w:t>message.enc</w:t>
      </w:r>
      <w:r>
        <w:t xml:space="preserve"> file, it saves the decrypted message in a text file called </w:t>
      </w:r>
      <w:r w:rsidRPr="006D409F">
        <w:rPr>
          <w:b/>
        </w:rPr>
        <w:t>decrypted_letter.txt</w:t>
      </w:r>
      <w:r>
        <w:t xml:space="preserve">. Use the </w:t>
      </w:r>
      <w:r w:rsidRPr="006D409F">
        <w:rPr>
          <w:b/>
        </w:rPr>
        <w:t>cat</w:t>
      </w:r>
      <w:r>
        <w:t xml:space="preserve"> display the contents of </w:t>
      </w:r>
      <w:r w:rsidRPr="006D409F">
        <w:rPr>
          <w:b/>
        </w:rPr>
        <w:t>decrypted_letter.txt</w:t>
      </w:r>
      <w:r>
        <w:t>:</w:t>
      </w:r>
    </w:p>
    <w:p w14:paraId="3F33D654" w14:textId="77777777" w:rsidR="00E84AC8" w:rsidRPr="00F36E3B" w:rsidRDefault="00E84AC8" w:rsidP="00E84AC8">
      <w:pPr>
        <w:pStyle w:val="CMD"/>
        <w:rPr>
          <w:b/>
        </w:rPr>
      </w:pPr>
      <w:r w:rsidRPr="006D409F">
        <w:t>[analyst@secOps lab.support.files]$</w:t>
      </w:r>
      <w:r w:rsidRPr="00FB5BA8">
        <w:t xml:space="preserve"> </w:t>
      </w:r>
      <w:r w:rsidRPr="00F36E3B">
        <w:rPr>
          <w:b/>
        </w:rPr>
        <w:t>cat decrypted_letter.txt</w:t>
      </w:r>
    </w:p>
    <w:p w14:paraId="4666CF40" w14:textId="77777777" w:rsidR="00E84AC8" w:rsidRDefault="00E84AC8" w:rsidP="00E84AC8">
      <w:pPr>
        <w:pStyle w:val="Heading4"/>
      </w:pPr>
      <w:r>
        <w:t>Questions:</w:t>
      </w:r>
    </w:p>
    <w:p w14:paraId="42B22510" w14:textId="26EF5399" w:rsidR="00E84AC8" w:rsidRDefault="00E84AC8" w:rsidP="00E84AC8">
      <w:pPr>
        <w:pStyle w:val="BodyTextL50"/>
        <w:spacing w:before="0"/>
      </w:pPr>
      <w:r>
        <w:t>Was the letter decrypted correctly?</w:t>
      </w:r>
    </w:p>
    <w:p w14:paraId="594770E4" w14:textId="77777777" w:rsidR="00E84AC8" w:rsidRDefault="00E84AC8" w:rsidP="00E84AC8">
      <w:pPr>
        <w:pStyle w:val="AnswerLineL50"/>
      </w:pPr>
      <w:r>
        <w:t>Type your answers here.</w:t>
      </w:r>
    </w:p>
    <w:p w14:paraId="37E9623C" w14:textId="77777777" w:rsidR="00E84AC8" w:rsidRDefault="00E84AC8" w:rsidP="00E84AC8">
      <w:pPr>
        <w:pStyle w:val="BodyTextL50"/>
        <w:rPr>
          <w:rStyle w:val="AnswerGray"/>
        </w:rPr>
      </w:pPr>
      <w:r>
        <w:rPr>
          <w:rStyle w:val="AnswerGray"/>
        </w:rPr>
        <w:t>Yes, the letter was decrypted correctly.</w:t>
      </w:r>
    </w:p>
    <w:p w14:paraId="0F6A723D" w14:textId="77777777" w:rsidR="00E84AC8" w:rsidRDefault="00E84AC8" w:rsidP="00E84AC8">
      <w:pPr>
        <w:pStyle w:val="BodyTextL50"/>
      </w:pPr>
      <w:r>
        <w:t>The command used to decrypt also contains -a option. Can you explain?</w:t>
      </w:r>
    </w:p>
    <w:p w14:paraId="701D6BFA" w14:textId="1D33C70C" w:rsidR="00E84AC8" w:rsidRDefault="00E84AC8" w:rsidP="00E84AC8">
      <w:pPr>
        <w:pStyle w:val="AnswerLineL50"/>
      </w:pPr>
      <w:r>
        <w:t>Type your answers here.</w:t>
      </w:r>
    </w:p>
    <w:p w14:paraId="33C44D69" w14:textId="77777777" w:rsidR="00E84AC8" w:rsidRPr="00737394" w:rsidRDefault="00E84AC8" w:rsidP="00E84AC8">
      <w:pPr>
        <w:pStyle w:val="BodyTextL50"/>
      </w:pPr>
      <w:r>
        <w:rPr>
          <w:rStyle w:val="AnswerGray"/>
        </w:rPr>
        <w:t>Because message.enc was Base64 encoded after the encryption process took place, message.enc must be Base64 decoded before OpenSSL can decrypt it</w:t>
      </w:r>
      <w:r w:rsidRPr="00DB6D2E">
        <w:rPr>
          <w:rStyle w:val="AnswerGray"/>
        </w:rPr>
        <w:t>.</w:t>
      </w:r>
    </w:p>
    <w:p w14:paraId="207741E3" w14:textId="1D1ECF73" w:rsidR="00C162C0" w:rsidRPr="00E84AC8" w:rsidRDefault="00E84AC8" w:rsidP="00E84AC8">
      <w:pPr>
        <w:pStyle w:val="ConfigWindow"/>
      </w:pPr>
      <w:r w:rsidRPr="00E84AC8">
        <w:t>End of document</w:t>
      </w:r>
    </w:p>
    <w:sectPr w:rsidR="00C162C0" w:rsidRPr="00E84AC8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AB814D" w14:textId="77777777" w:rsidR="004341C4" w:rsidRDefault="004341C4" w:rsidP="00710659">
      <w:pPr>
        <w:spacing w:after="0" w:line="240" w:lineRule="auto"/>
      </w:pPr>
      <w:r>
        <w:separator/>
      </w:r>
    </w:p>
    <w:p w14:paraId="688C532B" w14:textId="77777777" w:rsidR="004341C4" w:rsidRDefault="004341C4"/>
  </w:endnote>
  <w:endnote w:type="continuationSeparator" w:id="0">
    <w:p w14:paraId="6C605765" w14:textId="77777777" w:rsidR="004341C4" w:rsidRDefault="004341C4" w:rsidP="00710659">
      <w:pPr>
        <w:spacing w:after="0" w:line="240" w:lineRule="auto"/>
      </w:pPr>
      <w:r>
        <w:continuationSeparator/>
      </w:r>
    </w:p>
    <w:p w14:paraId="4705C157" w14:textId="77777777" w:rsidR="004341C4" w:rsidRDefault="004341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2269F6" w14:textId="28404806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0501B1">
          <w:t>2017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9D0D46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122E2" w14:textId="2955FC9C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0501B1">
          <w:t>2017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9D0D46">
      <w:rPr>
        <w:noProof/>
      </w:rPr>
      <w:t>2020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3719BF" w14:textId="77777777" w:rsidR="004341C4" w:rsidRDefault="004341C4" w:rsidP="00710659">
      <w:pPr>
        <w:spacing w:after="0" w:line="240" w:lineRule="auto"/>
      </w:pPr>
      <w:r>
        <w:separator/>
      </w:r>
    </w:p>
    <w:p w14:paraId="3EE391BF" w14:textId="77777777" w:rsidR="004341C4" w:rsidRDefault="004341C4"/>
  </w:footnote>
  <w:footnote w:type="continuationSeparator" w:id="0">
    <w:p w14:paraId="34B37B46" w14:textId="77777777" w:rsidR="004341C4" w:rsidRDefault="004341C4" w:rsidP="00710659">
      <w:pPr>
        <w:spacing w:after="0" w:line="240" w:lineRule="auto"/>
      </w:pPr>
      <w:r>
        <w:continuationSeparator/>
      </w:r>
    </w:p>
    <w:p w14:paraId="648D0C43" w14:textId="77777777" w:rsidR="004341C4" w:rsidRDefault="004341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Title"/>
      <w:tag w:val=""/>
      <w:id w:val="-1711953976"/>
      <w:placeholder>
        <w:docPart w:val="5957D4452F044EDEAD595DAF831F7291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120298F" w14:textId="77777777" w:rsidR="00926CB2" w:rsidRDefault="00F6439B" w:rsidP="008402F2">
        <w:pPr>
          <w:pStyle w:val="PageHead"/>
        </w:pPr>
        <w:r>
          <w:t>Lab - Encrypting and Decrypting Data Using OpenSSL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DA634A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5A972752" wp14:editId="73CC63D4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907BEB"/>
    <w:multiLevelType w:val="hybridMultilevel"/>
    <w:tmpl w:val="86B8AC5C"/>
    <w:lvl w:ilvl="0" w:tplc="C6EAA2E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796360"/>
    <w:multiLevelType w:val="multilevel"/>
    <w:tmpl w:val="7398136E"/>
    <w:styleLink w:val="PartStepSubStepList"/>
    <w:lvl w:ilvl="0">
      <w:start w:val="1"/>
      <w:numFmt w:val="decimal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7"/>
  </w:num>
  <w:num w:numId="2">
    <w:abstractNumId w:val="5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5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5"/>
  </w:num>
  <w:num w:numId="6">
    <w:abstractNumId w:val="0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5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4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4"/>
  </w:num>
  <w:num w:numId="12">
    <w:abstractNumId w:val="2"/>
  </w:num>
  <w:num w:numId="13">
    <w:abstractNumId w:val="4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39B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1B1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1C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4694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0D46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0393"/>
    <w:rsid w:val="00BA1D0B"/>
    <w:rsid w:val="00BA2B50"/>
    <w:rsid w:val="00BA6972"/>
    <w:rsid w:val="00BB1E0D"/>
    <w:rsid w:val="00BB26C8"/>
    <w:rsid w:val="00BB4D9B"/>
    <w:rsid w:val="00BB73FF"/>
    <w:rsid w:val="00BB7688"/>
    <w:rsid w:val="00BC3CFD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4AC8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439B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41356B"/>
  <w15:docId w15:val="{F628795B-53D4-4A5A-B614-5FFC9CA90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614694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614694"/>
    <w:pPr>
      <w:spacing w:after="48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614694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614694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numbering" w:customStyle="1" w:styleId="PartStepSubStepList">
    <w:name w:val="Part_Step_SubStep_List"/>
    <w:basedOn w:val="NoList"/>
    <w:uiPriority w:val="99"/>
    <w:rsid w:val="00E84AC8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957D4452F044EDEAD595DAF831F72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12C85E-ED77-4F29-B056-0A57A57F565A}"/>
      </w:docPartPr>
      <w:docPartBody>
        <w:p w:rsidR="003D600D" w:rsidRDefault="00985394">
          <w:pPr>
            <w:pStyle w:val="5957D4452F044EDEAD595DAF831F7291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394"/>
    <w:rsid w:val="003D600D"/>
    <w:rsid w:val="00985394"/>
    <w:rsid w:val="00D64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957D4452F044EDEAD595DAF831F7291">
    <w:name w:val="5957D4452F044EDEAD595DAF831F72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3FA1E4-8682-434A-A728-2E1E4A36D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10</TotalTime>
  <Pages>3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Encrypting and Decrypting Data Using OpenSSL</vt:lpstr>
    </vt:vector>
  </TitlesOfParts>
  <Company>Cisco Systems, Inc.</Company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Encrypting and Decrypting Data Using OpenSSL</dc:title>
  <dc:creator>SP</dc:creator>
  <dc:description>2017</dc:description>
  <cp:lastModifiedBy>Suk-Yi Pennock -X (spennock - UNICON INC at Cisco)</cp:lastModifiedBy>
  <cp:revision>4</cp:revision>
  <dcterms:created xsi:type="dcterms:W3CDTF">2020-05-13T01:26:00Z</dcterms:created>
  <dcterms:modified xsi:type="dcterms:W3CDTF">2020-07-15T16:05:00Z</dcterms:modified>
</cp:coreProperties>
</file>